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</w:rPr>
      </w:pPr>
      <w:r>
        <w:rPr>
          <w:rFonts w:hint="eastAsia"/>
          <w:sz w:val="21"/>
        </w:rPr>
        <w:t xml:space="preserve">　様式</w:t>
      </w:r>
      <w:r w:rsidR="00B178FE">
        <w:rPr>
          <w:rFonts w:hint="eastAsia"/>
          <w:sz w:val="21"/>
        </w:rPr>
        <w:t>４</w:t>
      </w:r>
      <w:r>
        <w:rPr>
          <w:rFonts w:hint="eastAsia"/>
          <w:sz w:val="21"/>
        </w:rPr>
        <w:t>号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</w:rPr>
      </w:pPr>
    </w:p>
    <w:p w:rsidR="00AD7251" w:rsidRDefault="00AD7251" w:rsidP="00AD7251">
      <w:pPr>
        <w:wordWrap w:val="0"/>
        <w:spacing w:line="272" w:lineRule="exact"/>
        <w:ind w:right="242"/>
        <w:jc w:val="right"/>
        <w:rPr>
          <w:sz w:val="21"/>
        </w:rPr>
      </w:pPr>
      <w:r>
        <w:rPr>
          <w:rFonts w:hint="eastAsia"/>
          <w:sz w:val="21"/>
        </w:rPr>
        <w:t xml:space="preserve">　　　　</w:t>
      </w:r>
      <w:r w:rsidR="0083333D">
        <w:rPr>
          <w:rFonts w:hint="eastAsia"/>
          <w:sz w:val="21"/>
        </w:rPr>
        <w:t xml:space="preserve">　　　　　　　　　　　　　　　　　　　　　　　　　　　　　　　</w:t>
      </w:r>
      <w:r>
        <w:rPr>
          <w:rFonts w:hint="eastAsia"/>
          <w:sz w:val="21"/>
        </w:rPr>
        <w:t>年　　月　　日</w:t>
      </w:r>
    </w:p>
    <w:p w:rsidR="00AD7251" w:rsidRDefault="00AD7251" w:rsidP="00AD7251">
      <w:pPr>
        <w:wordWrap w:val="0"/>
        <w:spacing w:line="144" w:lineRule="exact"/>
        <w:ind w:right="-82"/>
        <w:jc w:val="left"/>
        <w:rPr>
          <w:sz w:val="21"/>
        </w:rPr>
      </w:pPr>
    </w:p>
    <w:p w:rsidR="00AD7251" w:rsidRDefault="00AD7251" w:rsidP="00AD7251">
      <w:pPr>
        <w:wordWrap w:val="0"/>
        <w:spacing w:line="272" w:lineRule="exact"/>
        <w:ind w:right="-82"/>
        <w:jc w:val="left"/>
        <w:rPr>
          <w:lang w:eastAsia="zh-TW"/>
        </w:rPr>
      </w:pPr>
      <w:r>
        <w:rPr>
          <w:rFonts w:hint="eastAsia"/>
        </w:rPr>
        <w:t xml:space="preserve">　</w:t>
      </w:r>
    </w:p>
    <w:p w:rsidR="00AD7251" w:rsidRDefault="00AD7251" w:rsidP="00AD7251">
      <w:pPr>
        <w:wordWrap w:val="0"/>
        <w:spacing w:line="252" w:lineRule="exact"/>
        <w:ind w:right="-82"/>
        <w:jc w:val="left"/>
        <w:rPr>
          <w:lang w:eastAsia="zh-TW"/>
        </w:rPr>
      </w:pPr>
    </w:p>
    <w:p w:rsidR="00AD7251" w:rsidRDefault="007F3C0A" w:rsidP="007F3C0A">
      <w:pPr>
        <w:wordWrap w:val="0"/>
        <w:spacing w:line="252" w:lineRule="exact"/>
        <w:ind w:right="-82" w:firstLineChars="100" w:firstLine="218"/>
        <w:jc w:val="left"/>
      </w:pPr>
      <w:smartTag w:uri="schemas-MSNCTYST-com/MSNCTYST" w:element="MSNCTYST">
        <w:smartTagPr>
          <w:attr w:name="AddressList" w:val="03:山田町;"/>
          <w:attr w:name="Address" w:val="山田町"/>
        </w:smartTagPr>
        <w:r>
          <w:rPr>
            <w:rFonts w:hint="eastAsia"/>
          </w:rPr>
          <w:t>山田町</w:t>
        </w:r>
      </w:smartTag>
      <w:r w:rsidR="00002AF6">
        <w:rPr>
          <w:rFonts w:hint="eastAsia"/>
        </w:rPr>
        <w:t xml:space="preserve">長　</w:t>
      </w:r>
      <w:r w:rsidR="008D38CE">
        <w:rPr>
          <w:rFonts w:hint="eastAsia"/>
        </w:rPr>
        <w:t xml:space="preserve">　</w:t>
      </w:r>
      <w:r w:rsidR="00AD7251">
        <w:rPr>
          <w:rFonts w:hint="eastAsia"/>
          <w:lang w:eastAsia="zh-TW"/>
        </w:rPr>
        <w:t xml:space="preserve">　</w:t>
      </w:r>
      <w:r w:rsidR="005B3939">
        <w:rPr>
          <w:rFonts w:hint="eastAsia"/>
        </w:rPr>
        <w:t>様</w:t>
      </w:r>
    </w:p>
    <w:p w:rsidR="00AD7251" w:rsidRDefault="00AD7251" w:rsidP="00AD7251">
      <w:pPr>
        <w:wordWrap w:val="0"/>
        <w:spacing w:line="216" w:lineRule="exact"/>
        <w:ind w:right="-82"/>
        <w:jc w:val="left"/>
        <w:rPr>
          <w:sz w:val="21"/>
          <w:lang w:eastAsia="zh-TW"/>
        </w:rPr>
      </w:pPr>
    </w:p>
    <w:p w:rsidR="00AD7251" w:rsidRDefault="00E838F5" w:rsidP="00D23943">
      <w:pPr>
        <w:wordWrap w:val="0"/>
        <w:spacing w:line="272" w:lineRule="exact"/>
        <w:ind w:leftChars="2249" w:left="4892" w:right="-82" w:firstLine="1"/>
        <w:jc w:val="left"/>
        <w:rPr>
          <w:sz w:val="18"/>
          <w:lang w:eastAsia="zh-TW"/>
        </w:rPr>
      </w:pPr>
      <w:r>
        <w:rPr>
          <w:rFonts w:hint="eastAsia"/>
          <w:sz w:val="18"/>
          <w:lang w:eastAsia="zh-TW"/>
        </w:rPr>
        <w:t>受注者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  <w:lang w:eastAsia="zh-TW"/>
        </w:rPr>
      </w:pPr>
    </w:p>
    <w:p w:rsidR="00AD7251" w:rsidRDefault="00AD7251" w:rsidP="00AD7251">
      <w:pPr>
        <w:wordWrap w:val="0"/>
        <w:spacing w:line="272" w:lineRule="exact"/>
        <w:ind w:right="242"/>
        <w:jc w:val="right"/>
        <w:rPr>
          <w:sz w:val="18"/>
          <w:lang w:eastAsia="zh-TW"/>
        </w:rPr>
      </w:pPr>
      <w:r>
        <w:rPr>
          <w:rFonts w:hint="eastAsia"/>
          <w:sz w:val="18"/>
          <w:lang w:eastAsia="zh-TW"/>
        </w:rPr>
        <w:t xml:space="preserve">　　　　　　　　　　　　　　　　　　　　　　　　　　　　　　　　　　　　　　　　　　印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  <w:lang w:eastAsia="zh-TW"/>
        </w:rPr>
      </w:pPr>
    </w:p>
    <w:p w:rsidR="00AD7251" w:rsidRDefault="00AD7251" w:rsidP="00AD7251">
      <w:pPr>
        <w:wordWrap w:val="0"/>
        <w:spacing w:line="272" w:lineRule="exact"/>
        <w:ind w:right="-82"/>
        <w:jc w:val="left"/>
        <w:rPr>
          <w:sz w:val="21"/>
          <w:lang w:eastAsia="zh-TW"/>
        </w:rPr>
      </w:pPr>
    </w:p>
    <w:p w:rsidR="00AD7251" w:rsidRDefault="00AD7251" w:rsidP="00AD7251">
      <w:pPr>
        <w:wordWrap w:val="0"/>
        <w:spacing w:line="136" w:lineRule="exact"/>
        <w:ind w:right="-82"/>
        <w:jc w:val="left"/>
        <w:rPr>
          <w:sz w:val="21"/>
          <w:lang w:eastAsia="zh-TW"/>
        </w:rPr>
      </w:pPr>
    </w:p>
    <w:p w:rsidR="00AD7251" w:rsidRPr="000E0543" w:rsidRDefault="00102CED" w:rsidP="00AD7251">
      <w:pPr>
        <w:spacing w:line="360" w:lineRule="exact"/>
        <w:ind w:right="-79"/>
        <w:jc w:val="center"/>
        <w:rPr>
          <w:b/>
          <w:bCs/>
          <w:sz w:val="32"/>
          <w:lang w:eastAsia="zh-TW"/>
        </w:rPr>
      </w:pPr>
      <w:bookmarkStart w:id="0" w:name="_GoBack"/>
      <w:r w:rsidRPr="000E0543">
        <w:rPr>
          <w:rFonts w:hint="eastAsia"/>
          <w:b/>
          <w:bCs/>
          <w:sz w:val="32"/>
          <w:lang w:eastAsia="zh-TW"/>
        </w:rPr>
        <w:t>法定外労災保険付保</w:t>
      </w:r>
      <w:r w:rsidR="00AD7251" w:rsidRPr="000E0543">
        <w:rPr>
          <w:rFonts w:hint="eastAsia"/>
          <w:b/>
          <w:bCs/>
          <w:sz w:val="32"/>
          <w:lang w:eastAsia="zh-TW"/>
        </w:rPr>
        <w:t>状況報告書</w:t>
      </w:r>
    </w:p>
    <w:p w:rsidR="00AD7251" w:rsidRPr="000E0543" w:rsidRDefault="00AD7251" w:rsidP="00AD7251">
      <w:pPr>
        <w:wordWrap w:val="0"/>
        <w:spacing w:line="216" w:lineRule="exact"/>
        <w:ind w:right="-82"/>
        <w:jc w:val="left"/>
        <w:rPr>
          <w:sz w:val="21"/>
          <w:lang w:eastAsia="zh-TW"/>
        </w:rPr>
      </w:pPr>
    </w:p>
    <w:p w:rsidR="00AD7251" w:rsidRPr="000E0543" w:rsidRDefault="00AD7251" w:rsidP="00AD7251">
      <w:pPr>
        <w:wordWrap w:val="0"/>
        <w:spacing w:line="272" w:lineRule="exact"/>
        <w:ind w:right="-82"/>
        <w:jc w:val="left"/>
        <w:rPr>
          <w:sz w:val="21"/>
        </w:rPr>
      </w:pPr>
      <w:r w:rsidRPr="000E0543">
        <w:rPr>
          <w:rFonts w:hint="eastAsia"/>
          <w:sz w:val="21"/>
          <w:lang w:eastAsia="zh-TW"/>
        </w:rPr>
        <w:t xml:space="preserve">　</w:t>
      </w:r>
      <w:r w:rsidR="00102CED" w:rsidRPr="000E0543">
        <w:rPr>
          <w:rFonts w:hint="eastAsia"/>
          <w:sz w:val="21"/>
        </w:rPr>
        <w:t>法定外労災保険付保</w:t>
      </w:r>
      <w:r w:rsidRPr="000E0543">
        <w:rPr>
          <w:rFonts w:hint="eastAsia"/>
          <w:sz w:val="21"/>
        </w:rPr>
        <w:t>状況を下記のとおり報告します。</w:t>
      </w:r>
    </w:p>
    <w:p w:rsidR="00AD7251" w:rsidRPr="000E0543" w:rsidRDefault="00AD7251" w:rsidP="00AD7251">
      <w:pPr>
        <w:wordWrap w:val="0"/>
        <w:spacing w:line="288" w:lineRule="exact"/>
        <w:ind w:right="-82"/>
        <w:jc w:val="left"/>
        <w:rPr>
          <w:sz w:val="21"/>
        </w:rPr>
      </w:pPr>
    </w:p>
    <w:tbl>
      <w:tblPr>
        <w:tblW w:w="9612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512"/>
        <w:gridCol w:w="7668"/>
      </w:tblGrid>
      <w:tr w:rsidR="000E0543" w:rsidRPr="000E0543">
        <w:trPr>
          <w:cantSplit/>
          <w:trHeight w:val="705"/>
        </w:trPr>
        <w:tc>
          <w:tcPr>
            <w:tcW w:w="43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D7251" w:rsidRPr="000E0543" w:rsidRDefault="00AD7251" w:rsidP="00AF2F44">
            <w:pPr>
              <w:spacing w:line="272" w:lineRule="exact"/>
              <w:ind w:left="113" w:right="-82"/>
              <w:jc w:val="center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>工　　事　　概　　要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87"/>
              <w:jc w:val="distribute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工事名</w:t>
            </w:r>
          </w:p>
        </w:tc>
        <w:tc>
          <w:tcPr>
            <w:tcW w:w="76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-82"/>
              <w:rPr>
                <w:sz w:val="21"/>
              </w:rPr>
            </w:pPr>
          </w:p>
        </w:tc>
      </w:tr>
      <w:tr w:rsidR="000E0543" w:rsidRPr="000E0543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D7251" w:rsidRPr="000E0543" w:rsidRDefault="00AD7251" w:rsidP="00AF2F44">
            <w:pPr>
              <w:spacing w:line="272" w:lineRule="exact"/>
              <w:ind w:left="113" w:right="-82"/>
              <w:jc w:val="center"/>
              <w:rPr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87"/>
              <w:jc w:val="distribute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工事場所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-82"/>
              <w:rPr>
                <w:sz w:val="21"/>
              </w:rPr>
            </w:pPr>
          </w:p>
        </w:tc>
      </w:tr>
      <w:tr w:rsidR="000E0543" w:rsidRPr="000E0543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D7251" w:rsidRPr="000E0543" w:rsidRDefault="00AD7251" w:rsidP="00AF2F44">
            <w:pPr>
              <w:spacing w:line="272" w:lineRule="exact"/>
              <w:ind w:left="113" w:right="-82"/>
              <w:jc w:val="center"/>
              <w:rPr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87"/>
              <w:jc w:val="distribute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請負金額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-82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　　　　　　　　　　　　　円</w:t>
            </w:r>
          </w:p>
        </w:tc>
      </w:tr>
      <w:tr w:rsidR="000E0543" w:rsidRPr="000E0543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AD7251" w:rsidRPr="000E0543" w:rsidRDefault="00AD7251" w:rsidP="00AF2F44">
            <w:pPr>
              <w:spacing w:line="272" w:lineRule="exact"/>
              <w:ind w:left="113" w:right="-82"/>
              <w:jc w:val="center"/>
              <w:rPr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87"/>
              <w:jc w:val="distribute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契約年月日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-82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  </w:t>
            </w:r>
            <w:r w:rsidR="008D38CE" w:rsidRPr="000E0543">
              <w:rPr>
                <w:rFonts w:hint="eastAsia"/>
                <w:sz w:val="21"/>
              </w:rPr>
              <w:t xml:space="preserve">　　</w:t>
            </w:r>
            <w:r w:rsidRPr="000E0543">
              <w:rPr>
                <w:rFonts w:hint="eastAsia"/>
                <w:sz w:val="21"/>
              </w:rPr>
              <w:t xml:space="preserve">　　年　　　月　　　日</w:t>
            </w:r>
          </w:p>
        </w:tc>
      </w:tr>
      <w:tr w:rsidR="000E0543" w:rsidRPr="000E0543">
        <w:trPr>
          <w:cantSplit/>
          <w:trHeight w:val="705"/>
        </w:trPr>
        <w:tc>
          <w:tcPr>
            <w:tcW w:w="43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AD7251" w:rsidRPr="000E0543" w:rsidRDefault="00102CED" w:rsidP="00AF2F44">
            <w:pPr>
              <w:spacing w:line="272" w:lineRule="exact"/>
              <w:ind w:left="113" w:right="-82"/>
              <w:jc w:val="center"/>
              <w:rPr>
                <w:sz w:val="21"/>
                <w:lang w:eastAsia="zh-CN"/>
              </w:rPr>
            </w:pPr>
            <w:r w:rsidRPr="000E0543">
              <w:rPr>
                <w:rFonts w:hint="eastAsia"/>
                <w:sz w:val="21"/>
              </w:rPr>
              <w:t xml:space="preserve">保　　険　</w:t>
            </w:r>
            <w:r w:rsidR="00AD7251" w:rsidRPr="000E0543">
              <w:rPr>
                <w:rFonts w:hint="eastAsia"/>
                <w:sz w:val="21"/>
                <w:lang w:eastAsia="zh-CN"/>
              </w:rPr>
              <w:t xml:space="preserve">　内　　容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87"/>
              <w:jc w:val="distribute"/>
              <w:rPr>
                <w:sz w:val="21"/>
              </w:rPr>
            </w:pPr>
            <w:r w:rsidRPr="000E0543">
              <w:rPr>
                <w:rFonts w:hint="eastAsia"/>
                <w:sz w:val="21"/>
                <w:lang w:eastAsia="zh-CN"/>
              </w:rPr>
              <w:t xml:space="preserve"> </w:t>
            </w:r>
            <w:r w:rsidR="00102CED" w:rsidRPr="000E0543">
              <w:rPr>
                <w:rFonts w:hint="eastAsia"/>
                <w:sz w:val="21"/>
              </w:rPr>
              <w:t>保険</w:t>
            </w:r>
            <w:r w:rsidRPr="000E0543">
              <w:rPr>
                <w:rFonts w:hint="eastAsia"/>
                <w:sz w:val="21"/>
              </w:rPr>
              <w:t>等の名称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-82"/>
              <w:rPr>
                <w:sz w:val="21"/>
              </w:rPr>
            </w:pPr>
          </w:p>
        </w:tc>
      </w:tr>
      <w:tr w:rsidR="000E0543" w:rsidRPr="000E0543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</w:tcPr>
          <w:p w:rsidR="00AD7251" w:rsidRPr="000E0543" w:rsidRDefault="00AD7251" w:rsidP="00AF2F44">
            <w:pPr>
              <w:spacing w:line="272" w:lineRule="exact"/>
              <w:ind w:right="-82"/>
              <w:jc w:val="left"/>
              <w:rPr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87"/>
              <w:jc w:val="distribute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</w:t>
            </w:r>
            <w:r w:rsidR="00102CED" w:rsidRPr="000E0543">
              <w:rPr>
                <w:rFonts w:hint="eastAsia"/>
                <w:sz w:val="21"/>
              </w:rPr>
              <w:t>保険</w:t>
            </w:r>
            <w:r w:rsidRPr="000E0543">
              <w:rPr>
                <w:rFonts w:hint="eastAsia"/>
                <w:sz w:val="21"/>
              </w:rPr>
              <w:t>の種類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0E0543" w:rsidRDefault="00AD7251" w:rsidP="00102CED">
            <w:pPr>
              <w:spacing w:line="272" w:lineRule="exact"/>
              <w:ind w:right="-82"/>
              <w:rPr>
                <w:sz w:val="21"/>
              </w:rPr>
            </w:pPr>
          </w:p>
        </w:tc>
      </w:tr>
      <w:tr w:rsidR="000E0543" w:rsidRPr="000E0543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</w:tcPr>
          <w:p w:rsidR="00AD7251" w:rsidRPr="000E0543" w:rsidRDefault="00AD7251" w:rsidP="00AF2F44">
            <w:pPr>
              <w:spacing w:line="272" w:lineRule="exact"/>
              <w:ind w:right="-82"/>
              <w:jc w:val="left"/>
              <w:rPr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87"/>
              <w:jc w:val="distribute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</w:t>
            </w:r>
            <w:r w:rsidR="00102CED" w:rsidRPr="000E0543">
              <w:rPr>
                <w:rFonts w:hint="eastAsia"/>
                <w:sz w:val="21"/>
              </w:rPr>
              <w:t>保険</w:t>
            </w:r>
            <w:r w:rsidRPr="000E0543">
              <w:rPr>
                <w:rFonts w:hint="eastAsia"/>
                <w:sz w:val="21"/>
              </w:rPr>
              <w:t>金額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-82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　　　　　　　　　　　　万円</w:t>
            </w:r>
          </w:p>
        </w:tc>
      </w:tr>
      <w:tr w:rsidR="000E0543" w:rsidRPr="000E0543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D7251" w:rsidRPr="000E0543" w:rsidRDefault="00AD7251" w:rsidP="00AF2F44">
            <w:pPr>
              <w:spacing w:line="272" w:lineRule="exact"/>
              <w:ind w:right="-82"/>
              <w:jc w:val="left"/>
              <w:rPr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87"/>
              <w:jc w:val="distribute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</w:t>
            </w:r>
            <w:r w:rsidR="00102CED" w:rsidRPr="000E0543">
              <w:rPr>
                <w:rFonts w:hint="eastAsia"/>
                <w:sz w:val="21"/>
              </w:rPr>
              <w:t>保証</w:t>
            </w:r>
            <w:r w:rsidRPr="000E0543">
              <w:rPr>
                <w:rFonts w:hint="eastAsia"/>
                <w:sz w:val="21"/>
              </w:rPr>
              <w:t>期間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251" w:rsidRPr="000E0543" w:rsidRDefault="00AD7251" w:rsidP="00AF2F44">
            <w:pPr>
              <w:spacing w:line="272" w:lineRule="exact"/>
              <w:ind w:right="-82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</w:t>
            </w:r>
            <w:r w:rsidR="006F7316" w:rsidRPr="000E0543">
              <w:rPr>
                <w:rFonts w:hint="eastAsia"/>
                <w:sz w:val="21"/>
              </w:rPr>
              <w:t xml:space="preserve">　</w:t>
            </w:r>
            <w:r w:rsidR="008D38CE" w:rsidRPr="000E0543">
              <w:rPr>
                <w:rFonts w:hint="eastAsia"/>
                <w:sz w:val="21"/>
              </w:rPr>
              <w:t xml:space="preserve">　　</w:t>
            </w:r>
            <w:r w:rsidR="006F7316" w:rsidRPr="000E0543">
              <w:rPr>
                <w:rFonts w:hint="eastAsia"/>
                <w:sz w:val="21"/>
              </w:rPr>
              <w:t xml:space="preserve">　　年　　　月　　　日～　</w:t>
            </w:r>
            <w:r w:rsidR="008D38CE" w:rsidRPr="000E0543">
              <w:rPr>
                <w:rFonts w:hint="eastAsia"/>
                <w:sz w:val="21"/>
              </w:rPr>
              <w:t xml:space="preserve">　　</w:t>
            </w:r>
            <w:r w:rsidRPr="000E0543">
              <w:rPr>
                <w:rFonts w:hint="eastAsia"/>
                <w:sz w:val="21"/>
              </w:rPr>
              <w:t xml:space="preserve">　　年　　　月　　　日</w:t>
            </w:r>
          </w:p>
        </w:tc>
      </w:tr>
      <w:tr w:rsidR="000E0543" w:rsidRPr="000E0543">
        <w:tc>
          <w:tcPr>
            <w:tcW w:w="9612" w:type="dxa"/>
            <w:gridSpan w:val="3"/>
            <w:tcBorders>
              <w:bottom w:val="dotted" w:sz="4" w:space="0" w:color="auto"/>
            </w:tcBorders>
          </w:tcPr>
          <w:p w:rsidR="00AD7251" w:rsidRPr="000E0543" w:rsidRDefault="00AD7251" w:rsidP="00AF2F44">
            <w:pPr>
              <w:spacing w:line="272" w:lineRule="exact"/>
              <w:ind w:right="-82"/>
              <w:jc w:val="left"/>
              <w:rPr>
                <w:sz w:val="21"/>
              </w:rPr>
            </w:pPr>
          </w:p>
        </w:tc>
      </w:tr>
      <w:tr w:rsidR="00AD7251" w:rsidRPr="000E0543">
        <w:trPr>
          <w:trHeight w:val="3608"/>
        </w:trPr>
        <w:tc>
          <w:tcPr>
            <w:tcW w:w="96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7251" w:rsidRPr="000E0543" w:rsidRDefault="00AD7251" w:rsidP="00AF2F44">
            <w:pPr>
              <w:spacing w:line="272" w:lineRule="exact"/>
              <w:ind w:right="-82"/>
              <w:jc w:val="left"/>
              <w:rPr>
                <w:sz w:val="21"/>
              </w:rPr>
            </w:pPr>
            <w:r w:rsidRPr="000E0543">
              <w:rPr>
                <w:rFonts w:hint="eastAsia"/>
                <w:sz w:val="21"/>
              </w:rPr>
              <w:t xml:space="preserve"> </w:t>
            </w:r>
            <w:r w:rsidR="00102CED" w:rsidRPr="000E0543">
              <w:rPr>
                <w:rFonts w:hint="eastAsia"/>
                <w:sz w:val="21"/>
              </w:rPr>
              <w:t xml:space="preserve">　（法定外労災保険付保を証する書面</w:t>
            </w:r>
            <w:r w:rsidRPr="000E0543">
              <w:rPr>
                <w:rFonts w:hint="eastAsia"/>
                <w:sz w:val="21"/>
              </w:rPr>
              <w:t>貼付欄）</w:t>
            </w:r>
          </w:p>
          <w:p w:rsidR="00AD7251" w:rsidRPr="000E0543" w:rsidRDefault="00AD7251" w:rsidP="00AF2F44">
            <w:pPr>
              <w:spacing w:line="272" w:lineRule="exact"/>
              <w:ind w:right="-82"/>
              <w:jc w:val="left"/>
              <w:rPr>
                <w:sz w:val="21"/>
              </w:rPr>
            </w:pPr>
          </w:p>
        </w:tc>
      </w:tr>
      <w:bookmarkEnd w:id="0"/>
    </w:tbl>
    <w:p w:rsidR="00094891" w:rsidRPr="000E0543" w:rsidRDefault="00094891" w:rsidP="00F75C46">
      <w:pPr>
        <w:ind w:firstLineChars="100" w:firstLine="218"/>
      </w:pPr>
    </w:p>
    <w:sectPr w:rsidR="00094891" w:rsidRPr="000E0543" w:rsidSect="00F75C46">
      <w:pgSz w:w="11906" w:h="16838" w:code="9"/>
      <w:pgMar w:top="1134" w:right="1134" w:bottom="993" w:left="1134" w:header="851" w:footer="992" w:gutter="0"/>
      <w:cols w:space="425"/>
      <w:docGrid w:type="linesAndChars" w:linePitch="416" w:charSpace="-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8D1" w:rsidRDefault="00C638D1" w:rsidP="00002AF6">
      <w:r>
        <w:separator/>
      </w:r>
    </w:p>
  </w:endnote>
  <w:endnote w:type="continuationSeparator" w:id="0">
    <w:p w:rsidR="00C638D1" w:rsidRDefault="00C638D1" w:rsidP="0000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8D1" w:rsidRDefault="00C638D1" w:rsidP="00002AF6">
      <w:r>
        <w:separator/>
      </w:r>
    </w:p>
  </w:footnote>
  <w:footnote w:type="continuationSeparator" w:id="0">
    <w:p w:rsidR="00C638D1" w:rsidRDefault="00C638D1" w:rsidP="00002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9"/>
  <w:drawingGridVerticalSpacing w:val="208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86"/>
    <w:rsid w:val="00001C7F"/>
    <w:rsid w:val="00002AF6"/>
    <w:rsid w:val="00052E79"/>
    <w:rsid w:val="000747B7"/>
    <w:rsid w:val="00091ABD"/>
    <w:rsid w:val="00094891"/>
    <w:rsid w:val="0009723E"/>
    <w:rsid w:val="000B79AB"/>
    <w:rsid w:val="000E0543"/>
    <w:rsid w:val="000E1B52"/>
    <w:rsid w:val="00102CED"/>
    <w:rsid w:val="001266C0"/>
    <w:rsid w:val="002B14B4"/>
    <w:rsid w:val="00375924"/>
    <w:rsid w:val="003A24B0"/>
    <w:rsid w:val="003F3F03"/>
    <w:rsid w:val="00420855"/>
    <w:rsid w:val="0042310C"/>
    <w:rsid w:val="005378C2"/>
    <w:rsid w:val="00560749"/>
    <w:rsid w:val="005943CB"/>
    <w:rsid w:val="005B3939"/>
    <w:rsid w:val="006140E9"/>
    <w:rsid w:val="00652E69"/>
    <w:rsid w:val="00664E23"/>
    <w:rsid w:val="00674147"/>
    <w:rsid w:val="00694DA8"/>
    <w:rsid w:val="006F7316"/>
    <w:rsid w:val="007229AA"/>
    <w:rsid w:val="00733FC4"/>
    <w:rsid w:val="007373F2"/>
    <w:rsid w:val="0075120E"/>
    <w:rsid w:val="007B169D"/>
    <w:rsid w:val="007F3C0A"/>
    <w:rsid w:val="00803091"/>
    <w:rsid w:val="00820906"/>
    <w:rsid w:val="0083333D"/>
    <w:rsid w:val="00867567"/>
    <w:rsid w:val="008C2326"/>
    <w:rsid w:val="008D38CE"/>
    <w:rsid w:val="00963E66"/>
    <w:rsid w:val="0099697F"/>
    <w:rsid w:val="00A17754"/>
    <w:rsid w:val="00A43FA3"/>
    <w:rsid w:val="00A65F84"/>
    <w:rsid w:val="00A71A12"/>
    <w:rsid w:val="00AD7251"/>
    <w:rsid w:val="00AF2F44"/>
    <w:rsid w:val="00B03CB1"/>
    <w:rsid w:val="00B178FE"/>
    <w:rsid w:val="00B83E4B"/>
    <w:rsid w:val="00C40A34"/>
    <w:rsid w:val="00C638D1"/>
    <w:rsid w:val="00C8210C"/>
    <w:rsid w:val="00C82DDD"/>
    <w:rsid w:val="00CA0ECA"/>
    <w:rsid w:val="00CD18F4"/>
    <w:rsid w:val="00CE5495"/>
    <w:rsid w:val="00CF7CD5"/>
    <w:rsid w:val="00D1061D"/>
    <w:rsid w:val="00D15386"/>
    <w:rsid w:val="00D23943"/>
    <w:rsid w:val="00D578B3"/>
    <w:rsid w:val="00DA7A1F"/>
    <w:rsid w:val="00DE18F5"/>
    <w:rsid w:val="00DE6242"/>
    <w:rsid w:val="00E116BE"/>
    <w:rsid w:val="00E2353C"/>
    <w:rsid w:val="00E7265A"/>
    <w:rsid w:val="00E838F5"/>
    <w:rsid w:val="00EA0563"/>
    <w:rsid w:val="00F33795"/>
    <w:rsid w:val="00F3506E"/>
    <w:rsid w:val="00F75C46"/>
    <w:rsid w:val="00F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7EEA99-C11D-431F-9710-56889794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D18F4"/>
  </w:style>
  <w:style w:type="paragraph" w:styleId="a4">
    <w:name w:val="Balloon Text"/>
    <w:basedOn w:val="a"/>
    <w:semiHidden/>
    <w:rsid w:val="005378C2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E235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標準の表1"/>
    <w:next w:val="a1"/>
    <w:semiHidden/>
    <w:rsid w:val="00D1061D"/>
    <w:rPr>
      <w:rFonts w:ascii="Symbol" w:hAnsi="Symbo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002A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02AF6"/>
    <w:rPr>
      <w:rFonts w:ascii="ＭＳ 明朝"/>
      <w:kern w:val="2"/>
      <w:sz w:val="22"/>
    </w:rPr>
  </w:style>
  <w:style w:type="paragraph" w:styleId="a8">
    <w:name w:val="footer"/>
    <w:basedOn w:val="a"/>
    <w:link w:val="a9"/>
    <w:rsid w:val="00002A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02AF6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NEWDOC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NEWDOC.DOT</Template>
  <TotalTime>2</TotalTime>
  <Pages>1</Pages>
  <Words>130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様式第7号（第18条関係）</vt:lpstr>
      <vt:lpstr>様式第7号（第18条関係）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様式第7号（第18条関係）</dc:title>
  <dc:subject/>
  <dc:creator>岩手県</dc:creator>
  <cp:keywords/>
  <cp:lastModifiedBy>佐藤　肇</cp:lastModifiedBy>
  <cp:revision>5</cp:revision>
  <cp:lastPrinted>2020-04-16T11:56:00Z</cp:lastPrinted>
  <dcterms:created xsi:type="dcterms:W3CDTF">2020-04-16T12:17:00Z</dcterms:created>
  <dcterms:modified xsi:type="dcterms:W3CDTF">2022-03-31T08:31:00Z</dcterms:modified>
</cp:coreProperties>
</file>